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Pr="00E203BE">
        <w:rPr>
          <w:sz w:val="24"/>
          <w:szCs w:val="24"/>
        </w:rPr>
        <w:t xml:space="preserve">rot. n. </w:t>
      </w:r>
      <w:r w:rsidR="00BA309A">
        <w:rPr>
          <w:sz w:val="24"/>
          <w:szCs w:val="24"/>
        </w:rPr>
        <w:t>23</w:t>
      </w:r>
      <w:r w:rsidR="00456F3A">
        <w:rPr>
          <w:sz w:val="24"/>
          <w:szCs w:val="24"/>
        </w:rPr>
        <w:t>/18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BA309A">
        <w:rPr>
          <w:sz w:val="24"/>
          <w:szCs w:val="24"/>
        </w:rPr>
        <w:t>23/08/2018</w:t>
      </w:r>
      <w:bookmarkStart w:id="0" w:name="_GoBack"/>
      <w:bookmarkEnd w:id="0"/>
    </w:p>
    <w:p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:rsidR="00E203BE" w:rsidRPr="00E203BE" w:rsidRDefault="005D21C1" w:rsidP="005D21C1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A01E1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</w:t>
      </w:r>
      <w:r w:rsidR="00480FA3">
        <w:rPr>
          <w:sz w:val="24"/>
          <w:szCs w:val="24"/>
        </w:rPr>
        <w:t xml:space="preserve">  </w:t>
      </w:r>
      <w:r w:rsidR="006A01E1">
        <w:rPr>
          <w:sz w:val="24"/>
          <w:szCs w:val="24"/>
        </w:rPr>
        <w:t>Istituto Tecnico I.T.I.</w:t>
      </w:r>
      <w:r w:rsidR="00E203BE" w:rsidRPr="00E203BE">
        <w:rPr>
          <w:sz w:val="24"/>
          <w:szCs w:val="24"/>
        </w:rPr>
        <w:t xml:space="preserve"> </w:t>
      </w:r>
      <w:r w:rsidR="006A01E1">
        <w:rPr>
          <w:sz w:val="24"/>
          <w:szCs w:val="24"/>
        </w:rPr>
        <w:t>“</w:t>
      </w:r>
      <w:r w:rsidR="006A01E1" w:rsidRPr="006A01E1">
        <w:rPr>
          <w:i/>
          <w:sz w:val="24"/>
          <w:szCs w:val="24"/>
        </w:rPr>
        <w:t>Renato Elia</w:t>
      </w:r>
      <w:r w:rsidR="00E203BE" w:rsidRPr="00E203BE">
        <w:rPr>
          <w:sz w:val="24"/>
          <w:szCs w:val="24"/>
        </w:rPr>
        <w:t>”</w:t>
      </w:r>
    </w:p>
    <w:p w:rsidR="00E203BE" w:rsidRPr="00E203BE" w:rsidRDefault="006A01E1" w:rsidP="00E203BE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480FA3">
        <w:rPr>
          <w:sz w:val="24"/>
          <w:szCs w:val="24"/>
        </w:rPr>
        <w:t xml:space="preserve"> </w:t>
      </w:r>
      <w:r w:rsidR="00160615">
        <w:rPr>
          <w:sz w:val="24"/>
          <w:szCs w:val="24"/>
        </w:rPr>
        <w:t>Castellammare di Stabia</w:t>
      </w:r>
      <w:r w:rsidR="00E203BE" w:rsidRPr="00E203BE">
        <w:rPr>
          <w:sz w:val="24"/>
          <w:szCs w:val="24"/>
        </w:rPr>
        <w:t xml:space="preserve"> (Na)</w:t>
      </w:r>
    </w:p>
    <w:p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:rsidR="00E203BE" w:rsidRPr="00E203BE" w:rsidRDefault="00480FA3" w:rsidP="00E203BE">
      <w:pPr>
        <w:ind w:left="424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</w:t>
      </w:r>
      <w:r w:rsidR="005D21C1">
        <w:rPr>
          <w:sz w:val="24"/>
          <w:szCs w:val="24"/>
        </w:rPr>
        <w:t xml:space="preserve">    </w:t>
      </w:r>
      <w:r w:rsidR="00E203BE" w:rsidRPr="00E203BE">
        <w:rPr>
          <w:sz w:val="24"/>
          <w:szCs w:val="24"/>
        </w:rPr>
        <w:t>e.p.c. al Dirigente Scolastico</w:t>
      </w:r>
    </w:p>
    <w:p w:rsidR="00E203BE" w:rsidRPr="00E203BE" w:rsidRDefault="00745729" w:rsidP="00E203BE">
      <w:pPr>
        <w:ind w:left="3540" w:firstLine="70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6A01E1">
        <w:rPr>
          <w:rFonts w:eastAsia="Calibri"/>
          <w:sz w:val="24"/>
          <w:szCs w:val="24"/>
          <w:lang w:eastAsia="en-US"/>
        </w:rPr>
        <w:t xml:space="preserve">     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480FA3">
        <w:rPr>
          <w:rFonts w:eastAsia="Calibri"/>
          <w:sz w:val="24"/>
          <w:szCs w:val="24"/>
          <w:lang w:eastAsia="en-US"/>
        </w:rPr>
        <w:t xml:space="preserve"> </w:t>
      </w:r>
      <w:r w:rsidR="006A01E1">
        <w:rPr>
          <w:rFonts w:eastAsia="Calibri"/>
          <w:sz w:val="24"/>
          <w:szCs w:val="24"/>
          <w:lang w:eastAsia="en-US"/>
        </w:rPr>
        <w:t>Liceo Scientifico</w:t>
      </w:r>
      <w:r w:rsidR="005D21C1">
        <w:rPr>
          <w:rFonts w:eastAsia="Calibri"/>
          <w:sz w:val="24"/>
          <w:szCs w:val="24"/>
          <w:lang w:eastAsia="en-US"/>
        </w:rPr>
        <w:t xml:space="preserve"> Statale</w:t>
      </w:r>
      <w:r w:rsidR="00E203BE" w:rsidRPr="00E203BE">
        <w:rPr>
          <w:rFonts w:eastAsia="Calibri"/>
          <w:sz w:val="24"/>
          <w:szCs w:val="24"/>
          <w:lang w:eastAsia="en-US"/>
        </w:rPr>
        <w:t xml:space="preserve"> “</w:t>
      </w:r>
      <w:r w:rsidR="006A01E1">
        <w:rPr>
          <w:rFonts w:eastAsia="Calibri"/>
          <w:i/>
          <w:sz w:val="24"/>
          <w:szCs w:val="24"/>
          <w:lang w:eastAsia="en-US"/>
        </w:rPr>
        <w:t>Francesco Severi</w:t>
      </w:r>
      <w:r w:rsidR="00E203BE" w:rsidRPr="00E203BE">
        <w:rPr>
          <w:rFonts w:eastAsia="Calibri"/>
          <w:sz w:val="24"/>
          <w:szCs w:val="24"/>
          <w:lang w:eastAsia="en-US"/>
        </w:rPr>
        <w:t>”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       </w:t>
      </w:r>
      <w:r w:rsidR="005D21C1">
        <w:rPr>
          <w:rFonts w:eastAsia="Calibri"/>
          <w:sz w:val="24"/>
          <w:szCs w:val="24"/>
          <w:lang w:eastAsia="en-US"/>
        </w:rPr>
        <w:t xml:space="preserve">     </w:t>
      </w:r>
      <w:r w:rsidR="006A01E1">
        <w:rPr>
          <w:rFonts w:eastAsia="Calibri"/>
          <w:sz w:val="24"/>
          <w:szCs w:val="24"/>
          <w:lang w:eastAsia="en-US"/>
        </w:rPr>
        <w:t xml:space="preserve">Castellammare di Stabia </w:t>
      </w:r>
      <w:r w:rsidR="00E203BE" w:rsidRPr="00E203BE">
        <w:rPr>
          <w:rFonts w:eastAsia="Calibri"/>
          <w:sz w:val="24"/>
          <w:szCs w:val="24"/>
          <w:lang w:eastAsia="en-US"/>
        </w:rPr>
        <w:t>(Na)</w:t>
      </w: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160615">
        <w:rPr>
          <w:sz w:val="24"/>
          <w:szCs w:val="24"/>
        </w:rPr>
        <w:t xml:space="preserve">Cattolica – </w:t>
      </w:r>
      <w:r w:rsidR="006A01E1">
        <w:rPr>
          <w:sz w:val="24"/>
          <w:szCs w:val="24"/>
        </w:rPr>
        <w:t>Ciro La Mura</w:t>
      </w:r>
    </w:p>
    <w:p w:rsidR="00E203BE" w:rsidRPr="00E203BE" w:rsidRDefault="00E203BE" w:rsidP="00E203BE">
      <w:pPr>
        <w:jc w:val="both"/>
        <w:rPr>
          <w:sz w:val="24"/>
          <w:szCs w:val="24"/>
        </w:rPr>
      </w:pPr>
    </w:p>
    <w:p w:rsidR="00E203BE" w:rsidRPr="00E203BE" w:rsidRDefault="006A01E1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Vista la varia</w:t>
      </w:r>
      <w:r w:rsidR="00160615">
        <w:rPr>
          <w:sz w:val="24"/>
          <w:szCs w:val="24"/>
        </w:rPr>
        <w:t>zione</w:t>
      </w:r>
      <w:r w:rsidR="00E203BE" w:rsidRPr="00E203BE">
        <w:rPr>
          <w:sz w:val="24"/>
          <w:szCs w:val="24"/>
        </w:rPr>
        <w:t xml:space="preserve"> oraria per l’a.s. 2018/19 sulla sede di utilizzazione dell</w:t>
      </w:r>
      <w:r w:rsidR="005D21C1">
        <w:rPr>
          <w:sz w:val="24"/>
          <w:szCs w:val="24"/>
        </w:rPr>
        <w:t xml:space="preserve">’Insegnante </w:t>
      </w:r>
      <w:r>
        <w:rPr>
          <w:sz w:val="24"/>
          <w:szCs w:val="24"/>
        </w:rPr>
        <w:t xml:space="preserve">             Ciro La Mura</w:t>
      </w:r>
    </w:p>
    <w:p w:rsidR="00E203BE" w:rsidRPr="00E203BE" w:rsidRDefault="00E203BE" w:rsidP="00E203BE">
      <w:pPr>
        <w:numPr>
          <w:ilvl w:val="0"/>
          <w:numId w:val="1"/>
        </w:numPr>
        <w:rPr>
          <w:sz w:val="24"/>
          <w:szCs w:val="24"/>
        </w:rPr>
      </w:pPr>
      <w:r w:rsidRPr="00E203BE">
        <w:rPr>
          <w:sz w:val="24"/>
          <w:szCs w:val="24"/>
        </w:rPr>
        <w:t>Viste le esigenze orarie a.s. 2018/19 relative all’insegnamento della Reli</w:t>
      </w:r>
      <w:r w:rsidR="00480FA3">
        <w:rPr>
          <w:sz w:val="24"/>
          <w:szCs w:val="24"/>
        </w:rPr>
        <w:t xml:space="preserve">gione Cattolica nel </w:t>
      </w:r>
      <w:r w:rsidRPr="00E203BE">
        <w:rPr>
          <w:sz w:val="24"/>
          <w:szCs w:val="24"/>
        </w:rPr>
        <w:t>territorio della diocesi di Sorrento – Castellammare di Stabia;</w:t>
      </w:r>
    </w:p>
    <w:p w:rsidR="00E203BE" w:rsidRPr="00E203BE" w:rsidRDefault="00E203BE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 w:rsidRPr="00E203BE">
        <w:rPr>
          <w:sz w:val="24"/>
          <w:szCs w:val="24"/>
        </w:rPr>
        <w:t>Visto il Dpr 20/08/2012 n.175;</w:t>
      </w:r>
    </w:p>
    <w:p w:rsidR="00E203BE" w:rsidRDefault="00E203BE" w:rsidP="00E203BE">
      <w:pPr>
        <w:jc w:val="center"/>
        <w:rPr>
          <w:sz w:val="24"/>
          <w:szCs w:val="24"/>
        </w:rPr>
      </w:pPr>
    </w:p>
    <w:p w:rsidR="00480FA3" w:rsidRPr="00E203BE" w:rsidRDefault="00480FA3" w:rsidP="00E203BE">
      <w:pPr>
        <w:jc w:val="center"/>
        <w:rPr>
          <w:sz w:val="24"/>
          <w:szCs w:val="24"/>
        </w:rPr>
      </w:pP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Pr="00E203BE">
        <w:rPr>
          <w:sz w:val="24"/>
          <w:szCs w:val="24"/>
        </w:rPr>
        <w:t>per l’anno scolastico 2018/2019</w:t>
      </w:r>
    </w:p>
    <w:p w:rsidR="00E203BE" w:rsidRPr="00E203BE" w:rsidRDefault="006A01E1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CIRO LA MURA</w:t>
      </w:r>
    </w:p>
    <w:p w:rsidR="00E203BE" w:rsidRPr="00E203BE" w:rsidRDefault="006A01E1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nato</w:t>
      </w:r>
      <w:r w:rsidR="00E203BE" w:rsidRPr="00E203BE">
        <w:rPr>
          <w:sz w:val="24"/>
          <w:szCs w:val="24"/>
        </w:rPr>
        <w:t xml:space="preserve"> a </w:t>
      </w:r>
      <w:r>
        <w:rPr>
          <w:sz w:val="24"/>
          <w:szCs w:val="24"/>
        </w:rPr>
        <w:t>Gragnano il 11/01/1960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</w:p>
    <w:p w:rsidR="00E203BE" w:rsidRPr="00E203BE" w:rsidRDefault="006A01E1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9</w:t>
      </w:r>
      <w:r w:rsidR="005D21C1">
        <w:rPr>
          <w:sz w:val="24"/>
          <w:szCs w:val="24"/>
        </w:rPr>
        <w:t>.00</w:t>
      </w:r>
      <w:r w:rsidR="00E203BE" w:rsidRPr="00E203BE">
        <w:rPr>
          <w:sz w:val="24"/>
          <w:szCs w:val="24"/>
        </w:rPr>
        <w:t xml:space="preserve"> ore </w:t>
      </w:r>
      <w:r w:rsidR="00160615">
        <w:rPr>
          <w:sz w:val="24"/>
          <w:szCs w:val="24"/>
        </w:rPr>
        <w:t xml:space="preserve">Istituto </w:t>
      </w:r>
      <w:r>
        <w:rPr>
          <w:sz w:val="24"/>
          <w:szCs w:val="24"/>
        </w:rPr>
        <w:t>Tecnico I.T.I.</w:t>
      </w:r>
      <w:r w:rsidR="00160615"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Renato Elia</w:t>
      </w:r>
      <w:r w:rsidR="00160615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="00160615">
        <w:rPr>
          <w:sz w:val="24"/>
          <w:szCs w:val="24"/>
        </w:rPr>
        <w:t>- Castellammare di Stabia</w:t>
      </w:r>
    </w:p>
    <w:p w:rsidR="00745729" w:rsidRDefault="006A01E1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9.00 ore Liceo Scientifico Statale</w:t>
      </w:r>
      <w:r w:rsidR="00E203BE" w:rsidRPr="00E203BE">
        <w:rPr>
          <w:sz w:val="24"/>
          <w:szCs w:val="24"/>
        </w:rPr>
        <w:t xml:space="preserve"> “</w:t>
      </w:r>
      <w:r w:rsidR="005D21C1">
        <w:rPr>
          <w:i/>
          <w:sz w:val="24"/>
          <w:szCs w:val="24"/>
        </w:rPr>
        <w:t>F</w:t>
      </w:r>
      <w:r>
        <w:rPr>
          <w:i/>
          <w:sz w:val="24"/>
          <w:szCs w:val="24"/>
        </w:rPr>
        <w:t>rancesco Severi</w:t>
      </w:r>
      <w:r w:rsidR="00E203BE" w:rsidRPr="00E203BE">
        <w:rPr>
          <w:sz w:val="24"/>
          <w:szCs w:val="24"/>
        </w:rPr>
        <w:t>”</w:t>
      </w:r>
      <w:r w:rsidR="00E203BE" w:rsidRPr="006A01E1">
        <w:rPr>
          <w:sz w:val="24"/>
          <w:szCs w:val="24"/>
        </w:rPr>
        <w:t xml:space="preserve"> </w:t>
      </w:r>
      <w:r w:rsidRPr="006A01E1">
        <w:rPr>
          <w:sz w:val="24"/>
          <w:szCs w:val="24"/>
        </w:rPr>
        <w:t>-</w:t>
      </w:r>
      <w:r w:rsidR="00E203BE"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>Castellammare di Stabia</w:t>
      </w:r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</w:p>
    <w:p w:rsidR="00E203BE" w:rsidRPr="00E203BE" w:rsidRDefault="00E203BE" w:rsidP="00E203BE">
      <w:pPr>
        <w:ind w:left="70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:rsidR="00E203BE" w:rsidRPr="00E203BE" w:rsidRDefault="00E203BE" w:rsidP="00E203BE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>Maria Rosaria Pirro Titomanlio</w:t>
      </w:r>
    </w:p>
    <w:p w:rsidR="00D31D3D" w:rsidRPr="00443481" w:rsidRDefault="00D31D3D" w:rsidP="00443481">
      <w:pPr>
        <w:jc w:val="both"/>
        <w:rPr>
          <w:sz w:val="28"/>
        </w:rPr>
      </w:pPr>
    </w:p>
    <w:sectPr w:rsidR="00D31D3D" w:rsidRPr="00443481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F0B" w:rsidRDefault="007A1F0B">
      <w:r>
        <w:separator/>
      </w:r>
    </w:p>
  </w:endnote>
  <w:endnote w:type="continuationSeparator" w:id="0">
    <w:p w:rsidR="007A1F0B" w:rsidRDefault="007A1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F0B" w:rsidRDefault="007A1F0B">
      <w:r>
        <w:separator/>
      </w:r>
    </w:p>
  </w:footnote>
  <w:footnote w:type="continuationSeparator" w:id="0">
    <w:p w:rsidR="007A1F0B" w:rsidRDefault="007A1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BE"/>
    <w:rsid w:val="000150DB"/>
    <w:rsid w:val="00030387"/>
    <w:rsid w:val="00065E4A"/>
    <w:rsid w:val="00090026"/>
    <w:rsid w:val="000B3508"/>
    <w:rsid w:val="000C12AA"/>
    <w:rsid w:val="000D37CF"/>
    <w:rsid w:val="00101D69"/>
    <w:rsid w:val="001138BF"/>
    <w:rsid w:val="0011698C"/>
    <w:rsid w:val="001313B0"/>
    <w:rsid w:val="0013664E"/>
    <w:rsid w:val="00160615"/>
    <w:rsid w:val="0016209F"/>
    <w:rsid w:val="001909CD"/>
    <w:rsid w:val="00192AB4"/>
    <w:rsid w:val="001A5D53"/>
    <w:rsid w:val="001D3EB1"/>
    <w:rsid w:val="00210E63"/>
    <w:rsid w:val="00226F48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6421E"/>
    <w:rsid w:val="003C3244"/>
    <w:rsid w:val="0040254F"/>
    <w:rsid w:val="0041230D"/>
    <w:rsid w:val="00443481"/>
    <w:rsid w:val="00453384"/>
    <w:rsid w:val="00456F3A"/>
    <w:rsid w:val="00462814"/>
    <w:rsid w:val="004653AE"/>
    <w:rsid w:val="00480FA3"/>
    <w:rsid w:val="004D2F95"/>
    <w:rsid w:val="004F0772"/>
    <w:rsid w:val="0051435E"/>
    <w:rsid w:val="005264D7"/>
    <w:rsid w:val="00580B0A"/>
    <w:rsid w:val="005963D3"/>
    <w:rsid w:val="005A2C0A"/>
    <w:rsid w:val="005A3D01"/>
    <w:rsid w:val="005A4A91"/>
    <w:rsid w:val="005B66FC"/>
    <w:rsid w:val="005C17E4"/>
    <w:rsid w:val="005D19EA"/>
    <w:rsid w:val="005D21C1"/>
    <w:rsid w:val="00663A56"/>
    <w:rsid w:val="006A01E1"/>
    <w:rsid w:val="006A2219"/>
    <w:rsid w:val="006B1AF4"/>
    <w:rsid w:val="006D159F"/>
    <w:rsid w:val="006E7E5A"/>
    <w:rsid w:val="006F6DF2"/>
    <w:rsid w:val="00702934"/>
    <w:rsid w:val="00703377"/>
    <w:rsid w:val="0072756F"/>
    <w:rsid w:val="00731A3C"/>
    <w:rsid w:val="00743EEB"/>
    <w:rsid w:val="00745729"/>
    <w:rsid w:val="00752F70"/>
    <w:rsid w:val="007A1F0B"/>
    <w:rsid w:val="007A54CE"/>
    <w:rsid w:val="007D0B4C"/>
    <w:rsid w:val="007D3B7E"/>
    <w:rsid w:val="007E5BFD"/>
    <w:rsid w:val="0082653E"/>
    <w:rsid w:val="008272DB"/>
    <w:rsid w:val="0085608D"/>
    <w:rsid w:val="008A313A"/>
    <w:rsid w:val="008E56F8"/>
    <w:rsid w:val="009243FC"/>
    <w:rsid w:val="00926B10"/>
    <w:rsid w:val="00974EEF"/>
    <w:rsid w:val="009E38A6"/>
    <w:rsid w:val="009F3420"/>
    <w:rsid w:val="00A464A4"/>
    <w:rsid w:val="00A70E4D"/>
    <w:rsid w:val="00AD120B"/>
    <w:rsid w:val="00AF3634"/>
    <w:rsid w:val="00B11E67"/>
    <w:rsid w:val="00B513BA"/>
    <w:rsid w:val="00BA309A"/>
    <w:rsid w:val="00BC73D0"/>
    <w:rsid w:val="00BD40EC"/>
    <w:rsid w:val="00BE4EF7"/>
    <w:rsid w:val="00BF07CC"/>
    <w:rsid w:val="00C119BD"/>
    <w:rsid w:val="00C3556B"/>
    <w:rsid w:val="00C4258D"/>
    <w:rsid w:val="00C51322"/>
    <w:rsid w:val="00C51837"/>
    <w:rsid w:val="00C60079"/>
    <w:rsid w:val="00C60345"/>
    <w:rsid w:val="00C85F9E"/>
    <w:rsid w:val="00CB2C75"/>
    <w:rsid w:val="00CB78A1"/>
    <w:rsid w:val="00CD73F8"/>
    <w:rsid w:val="00D03730"/>
    <w:rsid w:val="00D163DC"/>
    <w:rsid w:val="00D31D3D"/>
    <w:rsid w:val="00D70DA5"/>
    <w:rsid w:val="00DA6A64"/>
    <w:rsid w:val="00DE176C"/>
    <w:rsid w:val="00DE1EE1"/>
    <w:rsid w:val="00E00C85"/>
    <w:rsid w:val="00E203BE"/>
    <w:rsid w:val="00EA068D"/>
    <w:rsid w:val="00EA3062"/>
    <w:rsid w:val="00ED5608"/>
    <w:rsid w:val="00F010FA"/>
    <w:rsid w:val="00F012C1"/>
    <w:rsid w:val="00F15638"/>
    <w:rsid w:val="00F3046E"/>
    <w:rsid w:val="00F6107F"/>
    <w:rsid w:val="00F751B4"/>
    <w:rsid w:val="00FB159E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4A8E69BE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8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48A1F-90F3-45FD-B8A7-5E9E1AB7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24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1360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19</cp:revision>
  <cp:lastPrinted>2018-06-13T09:39:00Z</cp:lastPrinted>
  <dcterms:created xsi:type="dcterms:W3CDTF">2018-07-11T09:25:00Z</dcterms:created>
  <dcterms:modified xsi:type="dcterms:W3CDTF">2018-08-20T09:29:00Z</dcterms:modified>
</cp:coreProperties>
</file>